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0442BAC8"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D011F23" w14:textId="1626927B"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60CE244A" w:rsidR="008318CF" w:rsidRPr="00AC1ED4" w:rsidRDefault="00733B41"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5432BEA6" w14:textId="5F532025" w:rsidR="008318CF" w:rsidRPr="00AC1ED4" w:rsidRDefault="00733B41"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13050F8C" w:rsidR="008318CF" w:rsidRPr="00AC1ED4" w:rsidRDefault="00733B41"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426D694C" w14:textId="44323B1C" w:rsidR="008318CF" w:rsidRPr="00AC1ED4" w:rsidRDefault="00733B41"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5612856D"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105F289" w14:textId="1F9581CA"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actually performed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45A0D808"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1593C363" w14:textId="468C86D8"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181DE171"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0CB4E80" w14:textId="4D5E5EC7"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3866D102"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FF28EEC" w14:textId="5B6D15F6"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Read and Agree</w:t>
            </w:r>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02F06F37"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E454F8F" w14:textId="5CE73339"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2CA4EBED"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467D078" w14:textId="4DFBA1E3"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497E638C"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538F35" w14:textId="10BDC2C9"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5AE65316"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EA125E" w14:textId="510E6A6D"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3115C5F8"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4C41A88" w14:textId="2B5883ED"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in excess of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7DC9E3D9"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E6462EE" w14:textId="45370A58"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6B94BE63"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B9EE467" w14:textId="4458D5CC"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1F0EDA70"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69617D5" w14:textId="17DEC0AC"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579252FC"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8B7C95" w14:textId="238678D9"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78D6D480"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3D8198A" w14:textId="64A33120"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B50BB7">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63A097ED"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901688F" w14:textId="22F1503E"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1EA018A4"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7548430" w14:textId="7EDE154E"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28E4475A"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526DBFA" w14:textId="5891FE77"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73DC12F7"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D59B2A5" w14:textId="5CD0719C"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lastRenderedPageBreak/>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733B41">
        <w:trPr>
          <w:trHeight w:val="287"/>
        </w:trPr>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43A34C75"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641FB75" w14:textId="6C709D1B"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3747FE3C"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A383F2B" w14:textId="5FF10D26"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3D926457"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09460F" w14:textId="342028E9"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50CE3B2D"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A0DFAFD" w14:textId="12C10099" w:rsidR="008318CF" w:rsidRPr="00A70569" w:rsidRDefault="00733B4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89DCD49" w14:textId="77777777" w:rsidR="008318CF" w:rsidRPr="00D45F76" w:rsidRDefault="008318CF" w:rsidP="008318CF"/>
    <w:p w14:paraId="4798921D" w14:textId="77777777" w:rsidR="000D6E86" w:rsidRDefault="000D6E86"/>
    <w:sectPr w:rsidR="000D6E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4D9B1" w14:textId="77777777" w:rsidR="006B16B4" w:rsidRDefault="006B16B4" w:rsidP="003E115A">
      <w:r>
        <w:separator/>
      </w:r>
    </w:p>
  </w:endnote>
  <w:endnote w:type="continuationSeparator" w:id="0">
    <w:p w14:paraId="7DB9612C" w14:textId="77777777" w:rsidR="006B16B4" w:rsidRDefault="006B16B4"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002B4" w14:textId="77777777" w:rsidR="006B16B4" w:rsidRDefault="006B16B4" w:rsidP="003E115A">
      <w:r>
        <w:separator/>
      </w:r>
    </w:p>
  </w:footnote>
  <w:footnote w:type="continuationSeparator" w:id="0">
    <w:p w14:paraId="4641DCD2" w14:textId="77777777" w:rsidR="006B16B4" w:rsidRDefault="006B16B4"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6A1580AF" w:rsidR="003E115A" w:rsidRPr="00D975AA" w:rsidRDefault="00456B98" w:rsidP="00456B98">
    <w:pPr>
      <w:tabs>
        <w:tab w:val="left" w:pos="3870"/>
      </w:tabs>
      <w:ind w:firstLine="720"/>
      <w:rPr>
        <w:rFonts w:ascii="Arial" w:hAnsi="Arial" w:cs="Arial"/>
        <w:b/>
        <w:bCs/>
        <w:szCs w:val="24"/>
      </w:rPr>
    </w:pPr>
    <w:bookmarkStart w:id="0" w:name="_heading=h.gjdgxs"/>
    <w:bookmarkEnd w:id="0"/>
    <w:r>
      <w:rPr>
        <w:rFonts w:ascii="Arial" w:hAnsi="Arial" w:cs="Arial"/>
        <w:b/>
        <w:bCs/>
        <w:szCs w:val="24"/>
        <w:highlight w:val="white"/>
      </w:rPr>
      <w:t xml:space="preserve">                       </w:t>
    </w:r>
    <w:r w:rsidR="003E115A" w:rsidRPr="00D975AA">
      <w:rPr>
        <w:rFonts w:ascii="Arial" w:hAnsi="Arial" w:cs="Arial"/>
        <w:b/>
        <w:bCs/>
        <w:szCs w:val="24"/>
        <w:highlight w:val="white"/>
      </w:rPr>
      <w:t>RFP 25-81</w:t>
    </w:r>
    <w:r>
      <w:rPr>
        <w:rFonts w:ascii="Arial" w:hAnsi="Arial" w:cs="Arial"/>
        <w:b/>
        <w:bCs/>
        <w:szCs w:val="24"/>
      </w:rPr>
      <w:t>328 Light Duty Trucks</w:t>
    </w:r>
  </w:p>
  <w:p w14:paraId="3BD7F29F" w14:textId="3CF04F0D" w:rsidR="003E115A" w:rsidRPr="00D975AA" w:rsidRDefault="008F58AB" w:rsidP="008F58AB">
    <w:pPr>
      <w:tabs>
        <w:tab w:val="left" w:pos="3870"/>
      </w:tabs>
      <w:rPr>
        <w:rFonts w:ascii="Arial" w:hAnsi="Arial" w:cs="Arial"/>
        <w:b/>
        <w:szCs w:val="24"/>
      </w:rPr>
    </w:pPr>
    <w:r>
      <w:rPr>
        <w:rFonts w:ascii="Arial" w:hAnsi="Arial" w:cs="Arial"/>
        <w:b/>
        <w:szCs w:val="24"/>
      </w:rPr>
      <w:t xml:space="preserve">                                  </w:t>
    </w:r>
    <w:r w:rsidR="003E115A" w:rsidRPr="00D975AA">
      <w:rPr>
        <w:rFonts w:ascii="Arial" w:hAnsi="Arial" w:cs="Arial"/>
        <w:b/>
        <w:szCs w:val="24"/>
      </w:rPr>
      <w:t xml:space="preserve">Attachment H: </w:t>
    </w:r>
    <w:r w:rsidR="008553D2">
      <w:rPr>
        <w:rFonts w:ascii="Arial" w:hAnsi="Arial" w:cs="Arial"/>
        <w:b/>
        <w:szCs w:val="24"/>
      </w:rPr>
      <w:t>Minimum Requirements</w:t>
    </w:r>
  </w:p>
  <w:p w14:paraId="6683998C" w14:textId="55F6A70B" w:rsidR="003E115A" w:rsidRPr="00D975AA" w:rsidRDefault="00456B98" w:rsidP="003E115A">
    <w:pPr>
      <w:tabs>
        <w:tab w:val="left" w:pos="3870"/>
      </w:tabs>
      <w:jc w:val="center"/>
      <w:rPr>
        <w:rFonts w:ascii="Arial" w:hAnsi="Arial" w:cs="Arial"/>
        <w:b/>
        <w:szCs w:val="24"/>
      </w:rPr>
    </w:pPr>
    <w:r>
      <w:rPr>
        <w:rFonts w:ascii="Arial" w:hAnsi="Arial" w:cs="Arial"/>
        <w:b/>
        <w:szCs w:val="24"/>
      </w:rPr>
      <w:t xml:space="preserve">     </w:t>
    </w:r>
    <w:r w:rsidR="003E115A"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1833837152">
    <w:abstractNumId w:val="21"/>
  </w:num>
  <w:num w:numId="2" w16cid:durableId="669067293">
    <w:abstractNumId w:val="12"/>
  </w:num>
  <w:num w:numId="3" w16cid:durableId="329481261">
    <w:abstractNumId w:val="6"/>
  </w:num>
  <w:num w:numId="4" w16cid:durableId="1365255473">
    <w:abstractNumId w:val="0"/>
  </w:num>
  <w:num w:numId="5" w16cid:durableId="1598246520">
    <w:abstractNumId w:val="14"/>
  </w:num>
  <w:num w:numId="6" w16cid:durableId="1377777519">
    <w:abstractNumId w:val="5"/>
  </w:num>
  <w:num w:numId="7" w16cid:durableId="787353987">
    <w:abstractNumId w:val="15"/>
  </w:num>
  <w:num w:numId="8" w16cid:durableId="1645308813">
    <w:abstractNumId w:val="19"/>
  </w:num>
  <w:num w:numId="9" w16cid:durableId="746415086">
    <w:abstractNumId w:val="3"/>
  </w:num>
  <w:num w:numId="10" w16cid:durableId="1026758677">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48311790">
    <w:abstractNumId w:val="9"/>
  </w:num>
  <w:num w:numId="12" w16cid:durableId="469054990">
    <w:abstractNumId w:val="7"/>
  </w:num>
  <w:num w:numId="13" w16cid:durableId="702561796">
    <w:abstractNumId w:val="8"/>
  </w:num>
  <w:num w:numId="14" w16cid:durableId="556480833">
    <w:abstractNumId w:val="17"/>
  </w:num>
  <w:num w:numId="15" w16cid:durableId="2031100828">
    <w:abstractNumId w:val="23"/>
  </w:num>
  <w:num w:numId="16" w16cid:durableId="1175994073">
    <w:abstractNumId w:val="2"/>
  </w:num>
  <w:num w:numId="17" w16cid:durableId="1503928858">
    <w:abstractNumId w:val="22"/>
  </w:num>
  <w:num w:numId="18" w16cid:durableId="594751411">
    <w:abstractNumId w:val="1"/>
  </w:num>
  <w:num w:numId="19" w16cid:durableId="1047871315">
    <w:abstractNumId w:val="18"/>
  </w:num>
  <w:num w:numId="20" w16cid:durableId="1375732525">
    <w:abstractNumId w:val="16"/>
  </w:num>
  <w:num w:numId="21" w16cid:durableId="775098257">
    <w:abstractNumId w:val="20"/>
  </w:num>
  <w:num w:numId="22" w16cid:durableId="502479692">
    <w:abstractNumId w:val="10"/>
  </w:num>
  <w:num w:numId="23" w16cid:durableId="1319067435">
    <w:abstractNumId w:val="4"/>
  </w:num>
  <w:num w:numId="24" w16cid:durableId="17765143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8CF"/>
    <w:rsid w:val="0001690C"/>
    <w:rsid w:val="000D6E86"/>
    <w:rsid w:val="001D6479"/>
    <w:rsid w:val="00304409"/>
    <w:rsid w:val="003E115A"/>
    <w:rsid w:val="00456B98"/>
    <w:rsid w:val="005B3FFC"/>
    <w:rsid w:val="005C3356"/>
    <w:rsid w:val="005E5FC4"/>
    <w:rsid w:val="006B16B4"/>
    <w:rsid w:val="006C6ECB"/>
    <w:rsid w:val="007320A5"/>
    <w:rsid w:val="00733B41"/>
    <w:rsid w:val="00735A01"/>
    <w:rsid w:val="0074187A"/>
    <w:rsid w:val="007F0216"/>
    <w:rsid w:val="008318CF"/>
    <w:rsid w:val="008553D2"/>
    <w:rsid w:val="008F58AB"/>
    <w:rsid w:val="00963859"/>
    <w:rsid w:val="00BD196A"/>
    <w:rsid w:val="00CF0351"/>
    <w:rsid w:val="00D975AA"/>
    <w:rsid w:val="00E0649B"/>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customStyle="1" w:styleId="UnresolvedMention1">
    <w:name w:val="Unresolved Mention1"/>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4034</Words>
  <Characters>22995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Kimbrough, Princess A</cp:lastModifiedBy>
  <cp:revision>2</cp:revision>
  <dcterms:created xsi:type="dcterms:W3CDTF">2024-11-20T18:29:00Z</dcterms:created>
  <dcterms:modified xsi:type="dcterms:W3CDTF">2024-11-20T18:29:00Z</dcterms:modified>
</cp:coreProperties>
</file>